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4B8F2A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641622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CB32E58" w:rsidRDefault="0071620A" w14:paraId="755E830C" w14:textId="7DD85CB0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6CB32E5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CB32E5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CB32E58" w:rsidR="001C4D60">
        <w:rPr>
          <w:rFonts w:ascii="Corbel" w:hAnsi="Corbel"/>
          <w:i w:val="1"/>
          <w:iCs w:val="1"/>
          <w:smallCaps w:val="1"/>
          <w:sz w:val="24"/>
          <w:szCs w:val="24"/>
        </w:rPr>
        <w:t>2022/</w:t>
      </w:r>
      <w:r w:rsidRPr="6CB32E58" w:rsidR="4B16110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CB32E58" w:rsidR="001C4D60">
        <w:rPr>
          <w:rFonts w:ascii="Corbel" w:hAnsi="Corbel"/>
          <w:i w:val="1"/>
          <w:iCs w:val="1"/>
          <w:smallCaps w:val="1"/>
          <w:sz w:val="24"/>
          <w:szCs w:val="24"/>
        </w:rPr>
        <w:t>23-2023/</w:t>
      </w:r>
      <w:r w:rsidRPr="6CB32E58" w:rsidR="60F95D19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CB32E58" w:rsidR="001C4D60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45D65540" w14:textId="189C23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CB32E5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CB32E5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CB32E58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A9155AF" w14:textId="370B99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207CB4">
        <w:rPr>
          <w:rFonts w:ascii="Corbel" w:hAnsi="Corbel"/>
          <w:sz w:val="20"/>
          <w:szCs w:val="20"/>
        </w:rPr>
        <w:t>2023/</w:t>
      </w:r>
      <w:r w:rsidR="34D6B2DF">
        <w:rPr>
          <w:rFonts w:ascii="Corbel" w:hAnsi="Corbel"/>
          <w:sz w:val="20"/>
          <w:szCs w:val="20"/>
        </w:rPr>
        <w:t>20</w:t>
      </w:r>
      <w:r w:rsidR="00207CB4">
        <w:rPr>
          <w:rFonts w:ascii="Corbel" w:hAnsi="Corbel"/>
          <w:sz w:val="20"/>
          <w:szCs w:val="20"/>
        </w:rPr>
        <w:t>24</w:t>
      </w:r>
    </w:p>
    <w:p w:rsidRPr="009C54AE" w:rsidR="0085747A" w:rsidP="009C54AE" w:rsidRDefault="0085747A" w14:paraId="449107D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AE5D6B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ECB1A6F" w14:paraId="53FC63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E69D7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B32E58" w:rsidRDefault="001C4D60" w14:paraId="2D87F630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CB32E58" w:rsidR="001C4D60">
              <w:rPr>
                <w:rFonts w:ascii="Corbel" w:hAnsi="Corbel"/>
                <w:b w:val="1"/>
                <w:bCs w:val="1"/>
                <w:sz w:val="24"/>
                <w:szCs w:val="24"/>
              </w:rPr>
              <w:t>Podmioty niepubliczne w administracji publicznej</w:t>
            </w:r>
          </w:p>
        </w:tc>
      </w:tr>
      <w:tr w:rsidRPr="009C54AE" w:rsidR="0085747A" w:rsidTr="2ECB1A6F" w14:paraId="551CE3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48DC3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C4D60" w:rsidRDefault="002673CD" w14:paraId="1DA16E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1C4D60">
              <w:rPr>
                <w:rFonts w:ascii="Corbel" w:hAnsi="Corbel"/>
                <w:b w:val="0"/>
                <w:sz w:val="24"/>
                <w:szCs w:val="24"/>
              </w:rPr>
              <w:t>51</w:t>
            </w:r>
          </w:p>
        </w:tc>
      </w:tr>
      <w:tr w:rsidRPr="009C54AE" w:rsidR="00207CB4" w:rsidTr="2ECB1A6F" w14:paraId="21FB34E8" w14:textId="77777777">
        <w:tc>
          <w:tcPr>
            <w:tcW w:w="2694" w:type="dxa"/>
            <w:tcMar/>
            <w:vAlign w:val="center"/>
          </w:tcPr>
          <w:p w:rsidRPr="009C54AE" w:rsidR="00207CB4" w:rsidP="00207CB4" w:rsidRDefault="00207CB4" w14:paraId="504468B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07CB4" w:rsidP="6CB32E58" w:rsidRDefault="00207CB4" w14:paraId="6B727B90" w14:textId="1A774E9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B32E58" w:rsidR="00207CB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207CB4" w:rsidTr="2ECB1A6F" w14:paraId="1F7F95A4" w14:textId="77777777">
        <w:tc>
          <w:tcPr>
            <w:tcW w:w="2694" w:type="dxa"/>
            <w:tcMar/>
            <w:vAlign w:val="center"/>
          </w:tcPr>
          <w:p w:rsidRPr="009C54AE" w:rsidR="00207CB4" w:rsidP="00207CB4" w:rsidRDefault="00207CB4" w14:paraId="3D2969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07CB4" w:rsidP="6CB32E58" w:rsidRDefault="00207CB4" w14:paraId="78CE5AD5" w14:textId="7B71D8C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B32E58" w:rsidR="7D3073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CB32E58" w:rsidR="00207CB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6CB32E58" w:rsidR="00207CB4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6CB32E58" w:rsidR="00207CB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Administracji</w:t>
            </w:r>
          </w:p>
        </w:tc>
      </w:tr>
      <w:tr w:rsidRPr="009C54AE" w:rsidR="0085747A" w:rsidTr="2ECB1A6F" w14:paraId="1543EBE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9C7C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673CD" w14:paraId="1A644F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2ECB1A6F" w14:paraId="5B8A2E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9BE0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07CB4" w14:paraId="3AC9673C" w14:textId="511FD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2ECB1A6F" w14:paraId="367FF9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203B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2673CD" w:rsidRDefault="002673CD" w14:paraId="72A81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ECB1A6F" w14:paraId="1875FA3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A04D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4D60" w14:paraId="2ED766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ECB1A6F" w14:paraId="6D2B74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0C33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ECB1A6F" w:rsidRDefault="002673CD" w14:paraId="4C2CC918" w14:textId="375FBFCB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ECB1A6F" w:rsidR="3268521C">
              <w:rPr>
                <w:rFonts w:ascii="Corbel" w:hAnsi="Corbel"/>
                <w:b w:val="0"/>
                <w:bCs w:val="0"/>
                <w:sz w:val="24"/>
                <w:szCs w:val="24"/>
              </w:rPr>
              <w:t>Rok I, semestr II</w:t>
            </w:r>
          </w:p>
        </w:tc>
      </w:tr>
      <w:tr w:rsidRPr="009C54AE" w:rsidR="0085747A" w:rsidTr="2ECB1A6F" w14:paraId="068F19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1AEB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4D60" w14:paraId="1ECF02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ECB1A6F" w14:paraId="50229B4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AE335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673CD" w14:paraId="398C22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D09F2" w:rsidTr="2ECB1A6F" w14:paraId="7A539C1F" w14:textId="77777777">
        <w:tc>
          <w:tcPr>
            <w:tcW w:w="2694" w:type="dxa"/>
            <w:tcMar/>
            <w:vAlign w:val="center"/>
          </w:tcPr>
          <w:p w:rsidRPr="009C54AE" w:rsidR="00FD09F2" w:rsidP="00FD09F2" w:rsidRDefault="00FD09F2" w14:paraId="5AAAE9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D09F2" w:rsidP="00FD09F2" w:rsidRDefault="00FD09F2" w14:paraId="69BC5D49" w14:textId="03D569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9C54AE" w:rsidR="00FD09F2" w:rsidTr="2ECB1A6F" w14:paraId="4BA68411" w14:textId="77777777">
        <w:tc>
          <w:tcPr>
            <w:tcW w:w="2694" w:type="dxa"/>
            <w:tcMar/>
            <w:vAlign w:val="center"/>
          </w:tcPr>
          <w:p w:rsidRPr="009C54AE" w:rsidR="00FD09F2" w:rsidP="00FD09F2" w:rsidRDefault="00FD09F2" w14:paraId="749952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D09F2" w:rsidP="00FD09F2" w:rsidRDefault="00FD09F2" w14:paraId="39109164" w14:textId="2D3B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Łukaszuk, mgr Izabela Bentkowska-Furman</w:t>
            </w:r>
          </w:p>
        </w:tc>
      </w:tr>
    </w:tbl>
    <w:p w:rsidRPr="009C54AE" w:rsidR="0085747A" w:rsidP="009C54AE" w:rsidRDefault="0085747A" w14:paraId="4E2558B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9CA3F5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EEC25E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475CA3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930"/>
        <w:gridCol w:w="695"/>
        <w:gridCol w:w="930"/>
        <w:gridCol w:w="722"/>
        <w:gridCol w:w="821"/>
        <w:gridCol w:w="763"/>
        <w:gridCol w:w="948"/>
        <w:gridCol w:w="1189"/>
        <w:gridCol w:w="1505"/>
      </w:tblGrid>
      <w:tr w:rsidRPr="009C54AE" w:rsidR="00015B8F" w:rsidTr="6CB32E58" w14:paraId="263B8C23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5DC1A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7F8C9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4F50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BD50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B47E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63F4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0A763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92F5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E5F9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18E86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3D24F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CB32E58" w14:paraId="6B8CB3E4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D09F2" w14:paraId="557BDD07" w14:textId="2E81C0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0BDB25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714884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1792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63EE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1D153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806D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F195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054A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673CD" w14:paraId="28193E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FDE205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78BCD2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94AFED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82B2C" w14:paraId="3D1EEFC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782B2C" w14:paraId="66E2245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C994F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099897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673CD" w14:paraId="4D3C16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1532D0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968C80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CB32E58" w:rsidR="0085747A">
        <w:rPr>
          <w:rFonts w:ascii="Corbel" w:hAnsi="Corbel"/>
        </w:rPr>
        <w:t xml:space="preserve">2.Wymagania wstępne </w:t>
      </w:r>
    </w:p>
    <w:p w:rsidR="6CB32E58" w:rsidP="6CB32E58" w:rsidRDefault="6CB32E58" w14:paraId="3E9611DF" w14:textId="628A2A2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B32E58" w14:paraId="6CFBD8D7" w14:textId="77777777">
        <w:tc>
          <w:tcPr>
            <w:tcW w:w="9670" w:type="dxa"/>
            <w:tcMar/>
          </w:tcPr>
          <w:p w:rsidRPr="009C54AE" w:rsidR="0085747A" w:rsidP="6CB32E58" w:rsidRDefault="00782B2C" w14:paraId="23CF9109" w14:textId="4A954B2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CB32E58" w:rsidR="00C62A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6CB32E58" w:rsidR="00782B2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6CB32E58" w:rsidR="00C62A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14BA90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420F8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55AF8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DF658A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EB3F53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FC00A4" w:rsidTr="00FC00A4" w14:paraId="0B2803CD" w14:textId="77777777">
        <w:tc>
          <w:tcPr>
            <w:tcW w:w="844" w:type="dxa"/>
            <w:vAlign w:val="center"/>
          </w:tcPr>
          <w:p w:rsidRPr="009C54AE" w:rsidR="00FC00A4" w:rsidP="00FC00A4" w:rsidRDefault="00FC00A4" w14:paraId="18D2B3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FC00A4" w:rsidP="00FC00A4" w:rsidRDefault="00FC00A4" w14:paraId="6637F1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wyspecjalizowaną wiedzę w zakresie włączania w procesy administrowania podmiotu spoza sfery administracji publicznej oraz o formach prawnych ich udziału.</w:t>
            </w:r>
          </w:p>
        </w:tc>
      </w:tr>
      <w:tr w:rsidRPr="009C54AE" w:rsidR="00FC00A4" w:rsidTr="00FC00A4" w14:paraId="22E2481A" w14:textId="77777777">
        <w:tc>
          <w:tcPr>
            <w:tcW w:w="844" w:type="dxa"/>
            <w:vAlign w:val="center"/>
          </w:tcPr>
          <w:p w:rsidRPr="009C54AE" w:rsidR="00FC00A4" w:rsidP="00FC00A4" w:rsidRDefault="00FC00A4" w14:paraId="1926952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FC00A4" w:rsidP="00FC00A4" w:rsidRDefault="00FC00A4" w14:paraId="7834F6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umiejętności w zakresie praktycznego zastosowania konkretnej formy udziału podmiotów niepublicznych w sferach działania administracji publicznej.</w:t>
            </w:r>
          </w:p>
        </w:tc>
      </w:tr>
      <w:tr w:rsidRPr="009C54AE" w:rsidR="00FC00A4" w:rsidTr="00FC00A4" w14:paraId="5B69263C" w14:textId="77777777">
        <w:tc>
          <w:tcPr>
            <w:tcW w:w="844" w:type="dxa"/>
            <w:vAlign w:val="center"/>
          </w:tcPr>
          <w:p w:rsidRPr="009C54AE" w:rsidR="00FC00A4" w:rsidP="00FC00A4" w:rsidRDefault="00FC00A4" w14:paraId="5DF4C3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FC00A4" w:rsidP="00FC00A4" w:rsidRDefault="00FC00A4" w14:paraId="12016AC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kompetencje w zakresie aktywnego uczestnictwa w przewidzianych przez prawo formach udziału w zadaniach administracji publicznej, tak z perspektywy obywatela, jak również członka organizacji.</w:t>
            </w:r>
          </w:p>
        </w:tc>
      </w:tr>
    </w:tbl>
    <w:p w:rsidRPr="009C54AE" w:rsidR="0085747A" w:rsidP="009C54AE" w:rsidRDefault="0085747A" w14:paraId="6BECA7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E30C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16948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CB32E58" w14:paraId="7D269098" w14:textId="77777777">
        <w:tc>
          <w:tcPr>
            <w:tcW w:w="1681" w:type="dxa"/>
            <w:tcMar/>
            <w:vAlign w:val="center"/>
          </w:tcPr>
          <w:p w:rsidRPr="009C54AE" w:rsidR="0085747A" w:rsidP="6CB32E58" w:rsidRDefault="0085747A" w14:paraId="4F0384CC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6CB32E58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6CB32E58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6CB32E58" w:rsidR="46BB5CA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6CB32E58" w:rsidRDefault="0085747A" w14:paraId="550A6FC2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6CB32E58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6CB32E58" w:rsidRDefault="0085747A" w14:paraId="0C6E43AA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6CB32E58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6CB32E58" w14:paraId="456BA19B" w14:textId="77777777">
        <w:tc>
          <w:tcPr>
            <w:tcW w:w="1681" w:type="dxa"/>
            <w:tcMar/>
          </w:tcPr>
          <w:p w:rsidRPr="009C54AE" w:rsidR="0085747A" w:rsidP="6CB32E58" w:rsidRDefault="0085747A" w14:paraId="4B860E2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782B2C" w:rsidR="0085747A" w:rsidP="6CB32E58" w:rsidRDefault="000F1754" w14:paraId="70D8EC04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  <w:tcMar/>
          </w:tcPr>
          <w:p w:rsidRPr="009C54AE" w:rsidR="0085747A" w:rsidP="6CB32E58" w:rsidRDefault="000F1754" w14:paraId="4CE342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85747A" w:rsidTr="6CB32E58" w14:paraId="1BE919B2" w14:textId="77777777">
        <w:tc>
          <w:tcPr>
            <w:tcW w:w="1681" w:type="dxa"/>
            <w:tcMar/>
          </w:tcPr>
          <w:p w:rsidRPr="009C54AE" w:rsidR="0085747A" w:rsidP="6CB32E58" w:rsidRDefault="0085747A" w14:paraId="4D23A00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782B2C" w:rsidR="0085747A" w:rsidP="6CB32E58" w:rsidRDefault="000F1754" w14:paraId="6AC036BD" w14:textId="77777777" w14:noSpellErr="1">
            <w:pPr>
              <w:pStyle w:val="NormalnyWeb"/>
              <w:jc w:val="both"/>
              <w:rPr>
                <w:rFonts w:ascii="Corbel" w:hAnsi="Corbel" w:eastAsia="Corbel" w:cs="Corbel"/>
                <w:b w:val="0"/>
                <w:bC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administracyjno-prawnych.</w:t>
            </w:r>
          </w:p>
        </w:tc>
        <w:tc>
          <w:tcPr>
            <w:tcW w:w="1865" w:type="dxa"/>
            <w:tcMar/>
          </w:tcPr>
          <w:p w:rsidRPr="009C54AE" w:rsidR="0085747A" w:rsidP="6CB32E58" w:rsidRDefault="000F1754" w14:paraId="6B00E1F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K_W06</w:t>
            </w:r>
          </w:p>
        </w:tc>
      </w:tr>
      <w:tr w:rsidRPr="009C54AE" w:rsidR="000F1754" w:rsidTr="6CB32E58" w14:paraId="2D218B80" w14:textId="77777777">
        <w:tc>
          <w:tcPr>
            <w:tcW w:w="1681" w:type="dxa"/>
            <w:tcMar/>
          </w:tcPr>
          <w:p w:rsidRPr="009C54AE" w:rsidR="000F1754" w:rsidP="6CB32E58" w:rsidRDefault="00256EA2" w14:paraId="588B833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782B2C" w:rsidR="000F1754" w:rsidP="6CB32E58" w:rsidRDefault="00256EA2" w14:paraId="7B361F6F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Pr="009C54AE" w:rsidR="000F1754" w:rsidP="6CB32E58" w:rsidRDefault="000F1754" w14:paraId="6660DD9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K_U02</w:t>
            </w:r>
          </w:p>
        </w:tc>
      </w:tr>
      <w:tr w:rsidRPr="009C54AE" w:rsidR="000F1754" w:rsidTr="6CB32E58" w14:paraId="22AD9A25" w14:textId="77777777">
        <w:tc>
          <w:tcPr>
            <w:tcW w:w="1681" w:type="dxa"/>
            <w:tcMar/>
          </w:tcPr>
          <w:p w:rsidRPr="009C54AE" w:rsidR="000F1754" w:rsidP="6CB32E58" w:rsidRDefault="00256EA2" w14:paraId="7AF1765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782B2C" w:rsidR="000F1754" w:rsidP="6CB32E58" w:rsidRDefault="00256EA2" w14:paraId="1C5563A3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  <w:tcMar/>
          </w:tcPr>
          <w:p w:rsidRPr="009C54AE" w:rsidR="000F1754" w:rsidP="6CB32E58" w:rsidRDefault="000F1754" w14:paraId="12DC261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K_U03</w:t>
            </w:r>
          </w:p>
        </w:tc>
      </w:tr>
      <w:tr w:rsidRPr="009C54AE" w:rsidR="000F1754" w:rsidTr="6CB32E58" w14:paraId="4C840DFB" w14:textId="77777777">
        <w:tc>
          <w:tcPr>
            <w:tcW w:w="1681" w:type="dxa"/>
            <w:tcMar/>
          </w:tcPr>
          <w:p w:rsidRPr="009C54AE" w:rsidR="000F1754" w:rsidP="6CB32E58" w:rsidRDefault="00256EA2" w14:paraId="78FF3ED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782B2C" w:rsidR="000F1754" w:rsidP="6CB32E58" w:rsidRDefault="00256EA2" w14:paraId="731B20F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Jest zdolny do samodzielnego rozwiazywania podstawowych problemów administracyjnych, </w:t>
            </w: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prawnych i etycznych związanych z funkcjonowaniem struktur publicznych i niepublicznych</w:t>
            </w:r>
          </w:p>
        </w:tc>
        <w:tc>
          <w:tcPr>
            <w:tcW w:w="1865" w:type="dxa"/>
            <w:tcMar/>
          </w:tcPr>
          <w:p w:rsidRPr="009C54AE" w:rsidR="000F1754" w:rsidP="6CB32E58" w:rsidRDefault="000F1754" w14:paraId="72CD640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K_K02</w:t>
            </w:r>
          </w:p>
        </w:tc>
      </w:tr>
      <w:tr w:rsidRPr="009C54AE" w:rsidR="0085747A" w:rsidTr="6CB32E58" w14:paraId="32C88C6B" w14:textId="77777777">
        <w:tc>
          <w:tcPr>
            <w:tcW w:w="1681" w:type="dxa"/>
            <w:tcMar/>
          </w:tcPr>
          <w:p w:rsidRPr="009C54AE" w:rsidR="0085747A" w:rsidP="6CB32E58" w:rsidRDefault="0085747A" w14:paraId="0119262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</w:t>
            </w: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06</w:t>
            </w:r>
          </w:p>
        </w:tc>
        <w:tc>
          <w:tcPr>
            <w:tcW w:w="5974" w:type="dxa"/>
            <w:tcMar/>
          </w:tcPr>
          <w:p w:rsidRPr="00782B2C" w:rsidR="0085747A" w:rsidP="6CB32E58" w:rsidRDefault="00256EA2" w14:paraId="3CD8B8E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5B7BB7F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działać w sposób zorganizowany, wykorzystując wiedzę i umiejętności zdobyte w trakcie studiów</w:t>
            </w:r>
          </w:p>
        </w:tc>
        <w:tc>
          <w:tcPr>
            <w:tcW w:w="1865" w:type="dxa"/>
            <w:tcMar/>
          </w:tcPr>
          <w:p w:rsidRPr="009C54AE" w:rsidR="0085747A" w:rsidP="6CB32E58" w:rsidRDefault="000F1754" w14:paraId="613B160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CB32E58" w:rsidR="257B5605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K_K04</w:t>
            </w:r>
          </w:p>
        </w:tc>
      </w:tr>
    </w:tbl>
    <w:p w:rsidR="6CB32E58" w:rsidP="6CB32E58" w:rsidRDefault="6CB32E58" w14:paraId="5C42B9B0" w14:textId="67C198C1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52BFAD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E609C2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B54737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B32E58" w14:paraId="00B487A6" w14:textId="77777777">
        <w:tc>
          <w:tcPr>
            <w:tcW w:w="9520" w:type="dxa"/>
            <w:tcMar/>
          </w:tcPr>
          <w:p w:rsidRPr="009C54AE" w:rsidR="0085747A" w:rsidP="009C54AE" w:rsidRDefault="0085747A" w14:paraId="71DE858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C00A4" w:rsidTr="6CB32E58" w14:paraId="1A4B6D7D" w14:textId="77777777">
        <w:tc>
          <w:tcPr>
            <w:tcW w:w="9520" w:type="dxa"/>
            <w:tcMar/>
          </w:tcPr>
          <w:p w:rsidRPr="009C54AE" w:rsidR="00FC00A4" w:rsidP="6CB32E58" w:rsidRDefault="00FC00A4" w14:paraId="28C4A06E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 xml:space="preserve">Administracja publiczna i jej zadania –podstawowe pojęcia. </w:t>
            </w:r>
          </w:p>
        </w:tc>
      </w:tr>
      <w:tr w:rsidRPr="009C54AE" w:rsidR="00FC00A4" w:rsidTr="6CB32E58" w14:paraId="4730B61E" w14:textId="77777777">
        <w:tc>
          <w:tcPr>
            <w:tcW w:w="9520" w:type="dxa"/>
            <w:tcMar/>
          </w:tcPr>
          <w:p w:rsidRPr="009C54AE" w:rsidR="00FC00A4" w:rsidP="6CB32E58" w:rsidRDefault="00FC00A4" w14:paraId="5AB40500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Pojęcie podmiotu spoza systemu administracji publicznej (podmiotu niepublicznego) i ich rodzaje.</w:t>
            </w:r>
          </w:p>
        </w:tc>
      </w:tr>
      <w:tr w:rsidRPr="009C54AE" w:rsidR="00FC00A4" w:rsidTr="6CB32E58" w14:paraId="26F83B4B" w14:textId="77777777">
        <w:tc>
          <w:tcPr>
            <w:tcW w:w="9520" w:type="dxa"/>
            <w:tcMar/>
          </w:tcPr>
          <w:p w:rsidRPr="009C54AE" w:rsidR="00FC00A4" w:rsidP="6CB32E58" w:rsidRDefault="00FC00A4" w14:paraId="32C76847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Przesłanki udziału podmiotów niepublicznych w realizacji zadań organów administracji publicznej – perspektywa administracyjno-prawna, aksjologiczna, prakseologiczna.</w:t>
            </w:r>
          </w:p>
        </w:tc>
      </w:tr>
      <w:tr w:rsidRPr="009C54AE" w:rsidR="00FC00A4" w:rsidTr="6CB32E58" w14:paraId="6614BE28" w14:textId="77777777">
        <w:tc>
          <w:tcPr>
            <w:tcW w:w="9520" w:type="dxa"/>
            <w:tcMar/>
          </w:tcPr>
          <w:p w:rsidRPr="009C54AE" w:rsidR="00FC00A4" w:rsidP="6CB32E58" w:rsidRDefault="00FC00A4" w14:paraId="1C077B5F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Podstawy prawne i formy udziału podmiotów niepublicznych w sferze wykonywania zadań administracji świadczącej</w:t>
            </w:r>
          </w:p>
        </w:tc>
      </w:tr>
      <w:tr w:rsidRPr="009C54AE" w:rsidR="00FC00A4" w:rsidTr="6CB32E58" w14:paraId="77953D08" w14:textId="77777777">
        <w:tc>
          <w:tcPr>
            <w:tcW w:w="9520" w:type="dxa"/>
            <w:tcMar/>
          </w:tcPr>
          <w:p w:rsidRPr="009C54AE" w:rsidR="00FC00A4" w:rsidP="6CB32E58" w:rsidRDefault="00FC00A4" w14:paraId="44CFEBC8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Podstawy prawne i formy udziału podmiotów niepublicznych w sferze zadań administracji gospodarczej.</w:t>
            </w:r>
          </w:p>
        </w:tc>
      </w:tr>
      <w:tr w:rsidRPr="009C54AE" w:rsidR="00FC00A4" w:rsidTr="6CB32E58" w14:paraId="1E9FDFC1" w14:textId="77777777">
        <w:tc>
          <w:tcPr>
            <w:tcW w:w="9520" w:type="dxa"/>
            <w:tcMar/>
          </w:tcPr>
          <w:p w:rsidRPr="009C54AE" w:rsidR="00FC00A4" w:rsidP="6CB32E58" w:rsidRDefault="00FC00A4" w14:paraId="335352E5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prawnych.</w:t>
            </w:r>
          </w:p>
        </w:tc>
      </w:tr>
      <w:tr w:rsidRPr="009C54AE" w:rsidR="00FC00A4" w:rsidTr="6CB32E58" w14:paraId="1C2D5F36" w14:textId="77777777">
        <w:tc>
          <w:tcPr>
            <w:tcW w:w="9520" w:type="dxa"/>
            <w:tcMar/>
          </w:tcPr>
          <w:p w:rsidRPr="009C54AE" w:rsidR="00FC00A4" w:rsidP="6CB32E58" w:rsidRDefault="00FC00A4" w14:paraId="7657AA4E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planowania.</w:t>
            </w:r>
          </w:p>
        </w:tc>
      </w:tr>
      <w:tr w:rsidRPr="009C54AE" w:rsidR="00FC00A4" w:rsidTr="6CB32E58" w14:paraId="0715854F" w14:textId="77777777">
        <w:tc>
          <w:tcPr>
            <w:tcW w:w="9520" w:type="dxa"/>
            <w:tcMar/>
          </w:tcPr>
          <w:p w:rsidRPr="009C54AE" w:rsidR="00FC00A4" w:rsidP="6CB32E58" w:rsidRDefault="00FC00A4" w14:paraId="13AA4B40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6CB32E58" w:rsidR="00FC00A4">
              <w:rPr>
                <w:rFonts w:ascii="Corbel" w:hAnsi="Corbel"/>
                <w:sz w:val="24"/>
                <w:szCs w:val="24"/>
              </w:rPr>
              <w:t>Podstawy prawne i formy udziału podmiotów niepublicznych w procesach kontroli.</w:t>
            </w:r>
          </w:p>
        </w:tc>
      </w:tr>
    </w:tbl>
    <w:p w:rsidRPr="009C54AE" w:rsidR="0085747A" w:rsidP="009C54AE" w:rsidRDefault="0085747A" w14:paraId="5FA7DDD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5F79A5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CB32E5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CB32E58" w:rsidR="009F4610">
        <w:rPr>
          <w:rFonts w:ascii="Corbel" w:hAnsi="Corbel"/>
          <w:sz w:val="24"/>
          <w:szCs w:val="24"/>
        </w:rPr>
        <w:t xml:space="preserve">, </w:t>
      </w:r>
      <w:r w:rsidRPr="6CB32E5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C00A4" w14:paraId="644BA2B8" w14:textId="77777777">
        <w:tc>
          <w:tcPr>
            <w:tcW w:w="9520" w:type="dxa"/>
          </w:tcPr>
          <w:p w:rsidRPr="009C54AE" w:rsidR="0085747A" w:rsidP="009C54AE" w:rsidRDefault="0085747A" w14:paraId="1081F2C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C00A4" w:rsidTr="00FC00A4" w14:paraId="6E980533" w14:textId="77777777">
        <w:tc>
          <w:tcPr>
            <w:tcW w:w="9520" w:type="dxa"/>
          </w:tcPr>
          <w:p w:rsidRPr="009C54AE" w:rsidR="00FC00A4" w:rsidP="00FC00A4" w:rsidRDefault="00FC00A4" w14:paraId="44AE52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zadań publicznych i ich klasyfikacja wg organów administracji publicznej.</w:t>
            </w:r>
          </w:p>
        </w:tc>
      </w:tr>
      <w:tr w:rsidRPr="009C54AE" w:rsidR="00FC00A4" w:rsidTr="00FC00A4" w14:paraId="4A3EE472" w14:textId="77777777">
        <w:tc>
          <w:tcPr>
            <w:tcW w:w="9520" w:type="dxa"/>
          </w:tcPr>
          <w:p w:rsidRPr="009C54AE" w:rsidR="00FC00A4" w:rsidP="00FC00A4" w:rsidRDefault="00FC00A4" w14:paraId="590C5C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rodzaje podmiotów spoza systemu administracji publicznej.</w:t>
            </w:r>
          </w:p>
        </w:tc>
      </w:tr>
      <w:tr w:rsidRPr="009C54AE" w:rsidR="00FC00A4" w:rsidTr="00FC00A4" w14:paraId="3E786B84" w14:textId="77777777">
        <w:tc>
          <w:tcPr>
            <w:tcW w:w="9520" w:type="dxa"/>
          </w:tcPr>
          <w:p w:rsidRPr="009C54AE" w:rsidR="00FC00A4" w:rsidP="00FC00A4" w:rsidRDefault="00FC00A4" w14:paraId="69CED2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prawne i formy udziału podmiotów niepublicznych w wykonywaniu zadań pomocy społecznej. </w:t>
            </w:r>
          </w:p>
        </w:tc>
      </w:tr>
      <w:tr w:rsidRPr="009C54AE" w:rsidR="00FC00A4" w:rsidTr="00FC00A4" w14:paraId="1509ADD8" w14:textId="77777777">
        <w:tc>
          <w:tcPr>
            <w:tcW w:w="9520" w:type="dxa"/>
          </w:tcPr>
          <w:p w:rsidRPr="009C54AE" w:rsidR="00FC00A4" w:rsidP="00FC00A4" w:rsidRDefault="00FC00A4" w14:paraId="2CC177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udziału podmiotów niepublicznych w wykonywaniu zadań z zakresu oświaty i wychowania.</w:t>
            </w:r>
          </w:p>
        </w:tc>
      </w:tr>
      <w:tr w:rsidRPr="009C54AE" w:rsidR="00FC00A4" w:rsidTr="00FC00A4" w14:paraId="6B088DD0" w14:textId="77777777">
        <w:tc>
          <w:tcPr>
            <w:tcW w:w="9520" w:type="dxa"/>
          </w:tcPr>
          <w:p w:rsidRPr="009C54AE" w:rsidR="00FC00A4" w:rsidP="00FC00A4" w:rsidRDefault="00FC00A4" w14:paraId="2F5F03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 podmiotów niepublicznych w zadaniach inwestycyjnych na przykładzie gminy.</w:t>
            </w:r>
          </w:p>
        </w:tc>
      </w:tr>
      <w:tr w:rsidRPr="009C54AE" w:rsidR="00FC00A4" w:rsidTr="00FC00A4" w14:paraId="115413D3" w14:textId="77777777">
        <w:tc>
          <w:tcPr>
            <w:tcW w:w="9520" w:type="dxa"/>
          </w:tcPr>
          <w:p w:rsidRPr="009C54AE" w:rsidR="00FC00A4" w:rsidP="00FC00A4" w:rsidRDefault="00FC00A4" w14:paraId="423549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udziału podmiotów niepublicznych w kształtowaniu przepisów prawa powszechnie obowiązującego na przykładzie jednostek samorządu terytorialnego.</w:t>
            </w:r>
          </w:p>
        </w:tc>
      </w:tr>
      <w:tr w:rsidRPr="009C54AE" w:rsidR="00FC00A4" w:rsidTr="00FC00A4" w14:paraId="684799D2" w14:textId="77777777">
        <w:tc>
          <w:tcPr>
            <w:tcW w:w="9520" w:type="dxa"/>
          </w:tcPr>
          <w:p w:rsidRPr="009C54AE" w:rsidR="00FC00A4" w:rsidP="00FC00A4" w:rsidRDefault="00FC00A4" w14:paraId="618938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 formy udziału podmiotów niepublicznych w opracowywaniu przez organy administracji programów i strategii na przykładzie zadań  z zakresu rozwoju.</w:t>
            </w:r>
          </w:p>
        </w:tc>
      </w:tr>
      <w:tr w:rsidRPr="009C54AE" w:rsidR="00FC00A4" w:rsidTr="00FC00A4" w14:paraId="77014F6B" w14:textId="77777777">
        <w:tc>
          <w:tcPr>
            <w:tcW w:w="9520" w:type="dxa"/>
          </w:tcPr>
          <w:p w:rsidRPr="009C54AE" w:rsidR="00FC00A4" w:rsidP="00FC00A4" w:rsidRDefault="00FC00A4" w14:paraId="1DE50B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niepubliczne jako uczestnicy kontroli na przykładzie kontroli społecznej.</w:t>
            </w:r>
          </w:p>
        </w:tc>
      </w:tr>
    </w:tbl>
    <w:p w:rsidRPr="009C54AE" w:rsidR="0085747A" w:rsidP="009C54AE" w:rsidRDefault="0085747A" w14:paraId="0850A75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92FBA8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7146A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2912" w:rsidR="00FC00A4" w:rsidP="00FC00A4" w:rsidRDefault="00FC00A4" w14:paraId="4552CB9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3F2912">
        <w:rPr>
          <w:rFonts w:ascii="Corbel" w:hAnsi="Corbel"/>
          <w:b w:val="0"/>
          <w:smallCaps w:val="0"/>
          <w:sz w:val="22"/>
        </w:rPr>
        <w:t>Wykład: wykład informacyjny, wykład problemowy, wykład z prezentacją multimedialną.</w:t>
      </w:r>
    </w:p>
    <w:p w:rsidRPr="003F2912" w:rsidR="00FC00A4" w:rsidP="00FC00A4" w:rsidRDefault="00FC00A4" w14:paraId="1459166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3F2912">
        <w:rPr>
          <w:rFonts w:ascii="Corbel" w:hAnsi="Corbel"/>
          <w:b w:val="0"/>
          <w:smallCaps w:val="0"/>
          <w:sz w:val="22"/>
        </w:rPr>
        <w:t>Ćwiczenia: analiza tekstów z dyskusją, metoda projektów (projekt badawczy, praktyczny), praca w grupach (rozwiązywanie zadań, dyskusja)</w:t>
      </w:r>
    </w:p>
    <w:p w:rsidR="00E960BB" w:rsidP="009C54AE" w:rsidRDefault="00E960BB" w14:paraId="38BD50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1BC71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54CDC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0B6C8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F2BFD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FC00A4" w14:paraId="376C9262" w14:textId="77777777">
        <w:tc>
          <w:tcPr>
            <w:tcW w:w="1962" w:type="dxa"/>
            <w:vAlign w:val="center"/>
          </w:tcPr>
          <w:p w:rsidRPr="009C54AE" w:rsidR="0085747A" w:rsidP="009C54AE" w:rsidRDefault="0071620A" w14:paraId="05B6C1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F38B0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CD332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D3ED0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DCFC9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FC00A4" w14:paraId="7A26FAA6" w14:textId="77777777">
        <w:tc>
          <w:tcPr>
            <w:tcW w:w="1962" w:type="dxa"/>
          </w:tcPr>
          <w:p w:rsidRPr="009C54AE" w:rsidR="0085747A" w:rsidP="009C54AE" w:rsidRDefault="0085747A" w14:paraId="5B3889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FC00A4" w:rsidR="0085747A" w:rsidP="009C54AE" w:rsidRDefault="00FC00A4" w14:paraId="230A58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9C54AE" w:rsidR="0085747A" w:rsidP="009C54AE" w:rsidRDefault="00FC00A4" w14:paraId="5EEE61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FC00A4" w:rsidTr="00FC00A4" w14:paraId="263AD561" w14:textId="77777777">
        <w:tc>
          <w:tcPr>
            <w:tcW w:w="1962" w:type="dxa"/>
          </w:tcPr>
          <w:p w:rsidRPr="009C54AE" w:rsidR="00FC00A4" w:rsidP="00FC00A4" w:rsidRDefault="00FC00A4" w14:paraId="446A9E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FC00A4" w:rsidR="00FC00A4" w:rsidP="00FC00A4" w:rsidRDefault="00FC00A4" w14:paraId="4949B9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9C54AE" w:rsidR="00FC00A4" w:rsidP="00FC00A4" w:rsidRDefault="00FC00A4" w14:paraId="2C6B2A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FC00A4" w:rsidTr="00FC00A4" w14:paraId="0D77BC11" w14:textId="77777777">
        <w:tc>
          <w:tcPr>
            <w:tcW w:w="1962" w:type="dxa"/>
          </w:tcPr>
          <w:p w:rsidRPr="009C54AE" w:rsidR="00FC00A4" w:rsidP="00FC00A4" w:rsidRDefault="00FC00A4" w14:paraId="3A18AA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FC00A4" w:rsidR="00FC00A4" w:rsidP="00FC00A4" w:rsidRDefault="00FC00A4" w14:paraId="5F6410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9C54AE" w:rsidR="00FC00A4" w:rsidP="00FC00A4" w:rsidRDefault="00FC00A4" w14:paraId="1CD0B3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782B2C" w:rsidTr="00FC00A4" w14:paraId="46F725F5" w14:textId="77777777">
        <w:tc>
          <w:tcPr>
            <w:tcW w:w="1962" w:type="dxa"/>
          </w:tcPr>
          <w:p w:rsidRPr="009C54AE" w:rsidR="00782B2C" w:rsidP="009C54AE" w:rsidRDefault="00782B2C" w14:paraId="45769A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782B2C" w:rsidP="009C54AE" w:rsidRDefault="00FC00A4" w14:paraId="720E9D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:rsidRPr="009C54AE" w:rsidR="00782B2C" w:rsidP="009C54AE" w:rsidRDefault="00FC00A4" w14:paraId="35CAF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782B2C" w:rsidTr="00FC00A4" w14:paraId="0493EBB3" w14:textId="77777777">
        <w:tc>
          <w:tcPr>
            <w:tcW w:w="1962" w:type="dxa"/>
          </w:tcPr>
          <w:p w:rsidRPr="009C54AE" w:rsidR="00782B2C" w:rsidP="009C54AE" w:rsidRDefault="00782B2C" w14:paraId="1277F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9C54AE" w:rsidR="00782B2C" w:rsidP="009C54AE" w:rsidRDefault="00FC00A4" w14:paraId="206A32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9C54AE" w:rsidR="00782B2C" w:rsidP="009C54AE" w:rsidRDefault="00FC00A4" w14:paraId="2531DA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782B2C" w:rsidTr="00FC00A4" w14:paraId="38989696" w14:textId="77777777">
        <w:tc>
          <w:tcPr>
            <w:tcW w:w="1962" w:type="dxa"/>
          </w:tcPr>
          <w:p w:rsidRPr="009C54AE" w:rsidR="00782B2C" w:rsidP="009C54AE" w:rsidRDefault="00782B2C" w14:paraId="39C5DC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9C54AE" w:rsidR="00782B2C" w:rsidP="009C54AE" w:rsidRDefault="00FC00A4" w14:paraId="76A687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9C54AE" w:rsidR="00782B2C" w:rsidP="009C54AE" w:rsidRDefault="00FC00A4" w14:paraId="6D9CEF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0D5C8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477699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41BD9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ACD7F9B" w14:textId="77777777">
        <w:tc>
          <w:tcPr>
            <w:tcW w:w="9670" w:type="dxa"/>
          </w:tcPr>
          <w:p w:rsidR="00F2377B" w:rsidP="00F2377B" w:rsidRDefault="00F2377B" w14:paraId="1B626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uczestnictwo w zajęciach oraz uzyskanie zaliczenia z ćwiczeń i złożenia z oceną pozytywną egzaminu końcowego. </w:t>
            </w:r>
          </w:p>
          <w:p w:rsidR="00F2377B" w:rsidP="00F2377B" w:rsidRDefault="00F2377B" w14:paraId="28B62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Przyjęte dla oceny kryteria odnoszą się do stopnia osiągnięcia przez studenta założonych efektów uczenia się i kształtują się dla ćwiczeń i wykładu w następujący sposób: </w:t>
            </w:r>
          </w:p>
          <w:p w:rsidR="00F2377B" w:rsidP="00F2377B" w:rsidRDefault="00F2377B" w14:paraId="6FD19A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poniżej 50%-ocena niedostateczna, w przedziale 51-60%- ocena dostateczny, 61-70%- dostateczny plus, 71-80% - dobry, 81-90%- dobry plus, powyżej 90% - bardzo dobry.</w:t>
            </w:r>
          </w:p>
          <w:p w:rsidRPr="009C54AE" w:rsidR="0085747A" w:rsidP="009C54AE" w:rsidRDefault="0085747A" w14:paraId="570F8E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8A526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2C07B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47AA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9282FE" w14:textId="77777777">
        <w:tc>
          <w:tcPr>
            <w:tcW w:w="4962" w:type="dxa"/>
            <w:vAlign w:val="center"/>
          </w:tcPr>
          <w:p w:rsidRPr="009C54AE" w:rsidR="0085747A" w:rsidP="009C54AE" w:rsidRDefault="00C61DC5" w14:paraId="715522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A0B03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BB17DFA" w14:textId="77777777">
        <w:tc>
          <w:tcPr>
            <w:tcW w:w="4962" w:type="dxa"/>
          </w:tcPr>
          <w:p w:rsidRPr="009C54AE" w:rsidR="0085747A" w:rsidP="009C54AE" w:rsidRDefault="00C61DC5" w14:paraId="66B832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82B2C" w14:paraId="436D85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E88FC46" w14:textId="77777777">
        <w:tc>
          <w:tcPr>
            <w:tcW w:w="4962" w:type="dxa"/>
          </w:tcPr>
          <w:p w:rsidRPr="009C54AE" w:rsidR="00C61DC5" w:rsidP="009C54AE" w:rsidRDefault="00C61DC5" w14:paraId="433ACE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21076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82B2C" w14:paraId="0C9015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659257F7" w14:textId="77777777">
        <w:tc>
          <w:tcPr>
            <w:tcW w:w="4962" w:type="dxa"/>
          </w:tcPr>
          <w:p w:rsidRPr="009C54AE" w:rsidR="0071620A" w:rsidP="009C54AE" w:rsidRDefault="00C61DC5" w14:paraId="3842C1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3FC9A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82B2C" w14:paraId="3CBE24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4E5BD410" w14:textId="77777777">
        <w:tc>
          <w:tcPr>
            <w:tcW w:w="4962" w:type="dxa"/>
          </w:tcPr>
          <w:p w:rsidRPr="009C54AE" w:rsidR="0085747A" w:rsidP="009C54AE" w:rsidRDefault="0085747A" w14:paraId="3A458B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82B2C" w14:paraId="1900CA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55B765AF" w14:textId="77777777">
        <w:tc>
          <w:tcPr>
            <w:tcW w:w="4962" w:type="dxa"/>
          </w:tcPr>
          <w:p w:rsidRPr="009C54AE" w:rsidR="0085747A" w:rsidP="009C54AE" w:rsidRDefault="0085747A" w14:paraId="33E349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82B2C" w14:paraId="3181A5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7C4D54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536AB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D4E17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7EB3F2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6CB32E58" w14:paraId="749010B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6E303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6CB32E58" w:rsidRDefault="0085747A" w14:paraId="4DFCC14A" w14:textId="1A5A4E8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CB32E58" w:rsidR="4E6A40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6CB32E58" w14:paraId="2723501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5DE3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6CB32E58" w:rsidRDefault="0085747A" w14:paraId="4A1873E7" w14:textId="68EC2FB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CB32E58" w:rsidR="174B327B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10C36C4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41D99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EA764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FC00A4" w:rsidTr="6CB32E58" w14:paraId="160459F7" w14:textId="77777777">
        <w:trPr>
          <w:trHeight w:val="397"/>
        </w:trPr>
        <w:tc>
          <w:tcPr>
            <w:tcW w:w="7513" w:type="dxa"/>
            <w:tcMar/>
          </w:tcPr>
          <w:p w:rsidRPr="00B62C95" w:rsidR="00FC00A4" w:rsidP="6CB32E58" w:rsidRDefault="00FC00A4" w14:paraId="26BCEF52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6CB32E58" w:rsidR="00FC00A4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="6CB32E58" w:rsidP="6CB32E58" w:rsidRDefault="6CB32E58" w14:paraId="0A651BB3" w14:textId="5951458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62C95" w:rsidR="00FC00A4" w:rsidP="00FC00A4" w:rsidRDefault="00FC00A4" w14:paraId="3935E6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>S. Biernat, Prywatyzacja zadań publicznych. Problematyka prawna,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-Kraków</w:t>
            </w:r>
            <w:r w:rsidRPr="00B62C95">
              <w:rPr>
                <w:rFonts w:ascii="Corbel" w:hAnsi="Corbel"/>
                <w:b w:val="0"/>
                <w:smallCaps w:val="0"/>
                <w:sz w:val="22"/>
              </w:rPr>
              <w:t xml:space="preserve"> 1994,</w:t>
            </w:r>
          </w:p>
          <w:p w:rsidR="00FC00A4" w:rsidP="00FC00A4" w:rsidRDefault="00FC00A4" w14:paraId="63CAEC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>L. Zacharko, Prywatyzacja zadań publicznych gminy. Studium administracyjnoprawne. Katowice 2000,</w:t>
            </w:r>
          </w:p>
          <w:p w:rsidR="00FC00A4" w:rsidP="00FC00A4" w:rsidRDefault="00FC00A4" w14:paraId="7AE40E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C95">
              <w:rPr>
                <w:rFonts w:ascii="Corbel" w:hAnsi="Corbel"/>
                <w:b w:val="0"/>
                <w:smallCaps w:val="0"/>
                <w:sz w:val="22"/>
              </w:rPr>
              <w:t xml:space="preserve">A. Barczewska-Dziobek, </w:t>
            </w: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 xml:space="preserve">Relacje administracji publicznej z podmiotami niepublicznymi w sferze stanowienia przepisów i planów działania, [w:], Administracja </w:t>
            </w:r>
            <w:proofErr w:type="spellStart"/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niewładcza</w:t>
            </w:r>
            <w:proofErr w:type="spellEnd"/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, (red. ) A. Barczewska-Dziobek, K. Kłosowska-Lasek, Rzeszów 2014,</w:t>
            </w:r>
          </w:p>
          <w:p w:rsidRPr="00B62C95" w:rsidR="00FC00A4" w:rsidP="00FC00A4" w:rsidRDefault="00FC00A4" w14:paraId="1A06E8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Pr="009C54AE" w:rsidR="00FC00A4" w:rsidTr="6CB32E58" w14:paraId="39B479D2" w14:textId="77777777">
        <w:trPr>
          <w:trHeight w:val="397"/>
        </w:trPr>
        <w:tc>
          <w:tcPr>
            <w:tcW w:w="7513" w:type="dxa"/>
            <w:tcMar/>
          </w:tcPr>
          <w:p w:rsidR="00FC00A4" w:rsidP="6CB32E58" w:rsidRDefault="00FC00A4" w14:paraId="3FFC04A4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CB32E58" w:rsidR="00FC00A4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CB32E58" w:rsidP="6CB32E58" w:rsidRDefault="6CB32E58" w14:paraId="6C32A042" w14:textId="22D5152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FC00A4" w:rsidP="00FC00A4" w:rsidRDefault="00FC00A4" w14:paraId="424ACB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Blicharz,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</w:t>
            </w:r>
            <w:r w:rsidRPr="00B62C9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dział polskich organizacji pozarządowych w wykonywaniu zadań publicznych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2005,</w:t>
            </w:r>
          </w:p>
          <w:p w:rsidR="00FC00A4" w:rsidP="00FC00A4" w:rsidRDefault="00FC00A4" w14:paraId="4A807C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Szlachetko, udział podmiotów spoza systemu administracji publicznej w stanowieniu prawa miejscowego przez organy jednostek samorządu terytorialnego, Gdańsk 2016,</w:t>
            </w:r>
          </w:p>
          <w:p w:rsidR="00FC00A4" w:rsidP="00FC00A4" w:rsidRDefault="00FC00A4" w14:paraId="3E363C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Szymkow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Uspołecznienie a prywatyzacja zadań publicznych w świetle rozwoju społeczeństwa obywatelskiego, </w:t>
            </w:r>
            <w:hyperlink w:history="1" r:id="rId8">
              <w:r w:rsidRPr="00322B8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http://www.repozytorium.uni.wroc.pl/Content/79893/PDF/04_B_Szymkow_Uspolecznienie_a_prywatyzacja_zadan_publicznych.pdf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FC00A4" w:rsidP="00FC00A4" w:rsidRDefault="00FC00A4" w14:paraId="41AEA0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Współpraca międzysektorowa i zlecanie zadań podmiotom niepublicznym: pożytku publicznego i biznesowym (w ramach różnego rodzaju partnerstw) w sferze pomocy społecznej, </w:t>
            </w:r>
            <w:hyperlink w:history="1" r:id="rId9">
              <w:r w:rsidRPr="00322B8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https://wrzos.org.pl/projekt1.18/download/Ekspertyzy%20prawna%20ZE%20modele.pdf</w:t>
              </w:r>
            </w:hyperlink>
          </w:p>
          <w:p w:rsidRPr="003F2912" w:rsidR="00FC00A4" w:rsidP="00FC00A4" w:rsidRDefault="00FC00A4" w14:paraId="6357C8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Szewczak, Administrowanie rozwojem regionalnym w systemie prawa administracyjnego, Lublin 2013.</w:t>
            </w:r>
          </w:p>
        </w:tc>
      </w:tr>
    </w:tbl>
    <w:p w:rsidRPr="009C54AE" w:rsidR="0085747A" w:rsidP="009C54AE" w:rsidRDefault="0085747A" w14:paraId="5BB24F8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2A180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8BF16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6845" w:rsidP="00C16ABF" w:rsidRDefault="00656845" w14:paraId="6C317842" w14:textId="77777777">
      <w:pPr>
        <w:spacing w:after="0" w:line="240" w:lineRule="auto"/>
      </w:pPr>
      <w:r>
        <w:separator/>
      </w:r>
    </w:p>
  </w:endnote>
  <w:endnote w:type="continuationSeparator" w:id="0">
    <w:p w:rsidR="00656845" w:rsidP="00C16ABF" w:rsidRDefault="00656845" w14:paraId="540897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6845" w:rsidP="00C16ABF" w:rsidRDefault="00656845" w14:paraId="69B80A67" w14:textId="77777777">
      <w:pPr>
        <w:spacing w:after="0" w:line="240" w:lineRule="auto"/>
      </w:pPr>
      <w:r>
        <w:separator/>
      </w:r>
    </w:p>
  </w:footnote>
  <w:footnote w:type="continuationSeparator" w:id="0">
    <w:p w:rsidR="00656845" w:rsidP="00C16ABF" w:rsidRDefault="00656845" w14:paraId="03A3F4A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10206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CD6DF5"/>
    <w:multiLevelType w:val="hybridMultilevel"/>
    <w:tmpl w:val="CF1873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754"/>
    <w:rsid w:val="000F1C57"/>
    <w:rsid w:val="000F5615"/>
    <w:rsid w:val="001218A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D60"/>
    <w:rsid w:val="001D657B"/>
    <w:rsid w:val="001D7B54"/>
    <w:rsid w:val="001E0209"/>
    <w:rsid w:val="001F2CA2"/>
    <w:rsid w:val="00207CB4"/>
    <w:rsid w:val="002144C0"/>
    <w:rsid w:val="0022477D"/>
    <w:rsid w:val="002278A9"/>
    <w:rsid w:val="002336F9"/>
    <w:rsid w:val="0024028F"/>
    <w:rsid w:val="00244ABC"/>
    <w:rsid w:val="00256EA2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8CB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84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B2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47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1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ECA"/>
    <w:rsid w:val="00BD3869"/>
    <w:rsid w:val="00BD66E9"/>
    <w:rsid w:val="00BD6FF4"/>
    <w:rsid w:val="00BE00B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E6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35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77B"/>
    <w:rsid w:val="00F27A7B"/>
    <w:rsid w:val="00F526AF"/>
    <w:rsid w:val="00F617C3"/>
    <w:rsid w:val="00F7066B"/>
    <w:rsid w:val="00F83B28"/>
    <w:rsid w:val="00F974DA"/>
    <w:rsid w:val="00FA46E5"/>
    <w:rsid w:val="00FB7DBA"/>
    <w:rsid w:val="00FC00A4"/>
    <w:rsid w:val="00FC1C25"/>
    <w:rsid w:val="00FC3F45"/>
    <w:rsid w:val="00FD09F2"/>
    <w:rsid w:val="00FD503F"/>
    <w:rsid w:val="00FD7589"/>
    <w:rsid w:val="00FF016A"/>
    <w:rsid w:val="00FF1401"/>
    <w:rsid w:val="00FF5E7D"/>
    <w:rsid w:val="174B327B"/>
    <w:rsid w:val="1844FBF2"/>
    <w:rsid w:val="20B2D239"/>
    <w:rsid w:val="210FC295"/>
    <w:rsid w:val="257B5605"/>
    <w:rsid w:val="29CACF6E"/>
    <w:rsid w:val="2ECB1A6F"/>
    <w:rsid w:val="3268521C"/>
    <w:rsid w:val="34D6B2DF"/>
    <w:rsid w:val="3DF32E90"/>
    <w:rsid w:val="3F8EFEF1"/>
    <w:rsid w:val="46BB5CAD"/>
    <w:rsid w:val="4B16110F"/>
    <w:rsid w:val="4E6A405A"/>
    <w:rsid w:val="5B7BB7FE"/>
    <w:rsid w:val="60F95D19"/>
    <w:rsid w:val="6CB32E58"/>
    <w:rsid w:val="7AF1FFBD"/>
    <w:rsid w:val="7D307308"/>
    <w:rsid w:val="7FA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023C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F17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epozytorium.uni.wroc.pl/Content/79893/PDF/04_B_Szymkow_Uspolecznienie_a_prywatyzacja_zadan_publicznych.pdf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yperlink" Target="https://wrzos.org.pl/projekt1.18/download/Ekspertyzy%20prawna%20ZE%20modele.pdf" TargetMode="Externa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26CF1-6655-493B-8823-4AE5919FADD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Merkwa Marcin</lastModifiedBy>
  <revision>11</revision>
  <lastPrinted>2019-02-06T12:12:00.0000000Z</lastPrinted>
  <dcterms:created xsi:type="dcterms:W3CDTF">2021-12-08T17:22:00.0000000Z</dcterms:created>
  <dcterms:modified xsi:type="dcterms:W3CDTF">2022-01-23T14:40:24.6791245Z</dcterms:modified>
</coreProperties>
</file>